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9C" w:rsidRPr="008852E6" w:rsidRDefault="00EA309C" w:rsidP="00992529">
      <w:pPr>
        <w:pStyle w:val="Title"/>
        <w:rPr>
          <w:sz w:val="20"/>
        </w:rPr>
      </w:pPr>
    </w:p>
    <w:p w:rsidR="00EA309C" w:rsidRPr="008852E6" w:rsidRDefault="00EA309C" w:rsidP="00992529">
      <w:pPr>
        <w:pStyle w:val="Title"/>
        <w:jc w:val="right"/>
        <w:rPr>
          <w:b w:val="0"/>
          <w:sz w:val="20"/>
        </w:rPr>
      </w:pPr>
      <w:r w:rsidRPr="008852E6">
        <w:rPr>
          <w:b w:val="0"/>
          <w:sz w:val="20"/>
        </w:rPr>
        <w:t>Приложение 1.2</w:t>
      </w:r>
    </w:p>
    <w:p w:rsidR="00EA309C" w:rsidRPr="008852E6" w:rsidRDefault="00EA309C" w:rsidP="00992529">
      <w:pPr>
        <w:pStyle w:val="Title"/>
        <w:jc w:val="right"/>
        <w:rPr>
          <w:sz w:val="20"/>
        </w:rPr>
      </w:pPr>
    </w:p>
    <w:p w:rsidR="00EA309C" w:rsidRPr="008852E6" w:rsidRDefault="00EA309C" w:rsidP="00992529">
      <w:pPr>
        <w:pStyle w:val="Heading1"/>
        <w:ind w:firstLine="374"/>
        <w:rPr>
          <w:b w:val="0"/>
          <w:bCs/>
          <w:szCs w:val="28"/>
        </w:rPr>
      </w:pPr>
      <w:r w:rsidRPr="008852E6">
        <w:rPr>
          <w:b w:val="0"/>
          <w:bCs/>
          <w:szCs w:val="28"/>
        </w:rPr>
        <w:t>СПб ГБОУ СПО «Колледж строительной индустрии и городского хозяйства»</w:t>
      </w:r>
    </w:p>
    <w:p w:rsidR="00EA309C" w:rsidRPr="008852E6" w:rsidRDefault="00EA309C" w:rsidP="00992529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EA309C" w:rsidRPr="008852E6" w:rsidRDefault="00EA309C" w:rsidP="00992529">
      <w:pPr>
        <w:pStyle w:val="Heading2"/>
        <w:rPr>
          <w:bCs/>
          <w:szCs w:val="24"/>
        </w:rPr>
      </w:pPr>
      <w:r w:rsidRPr="008852E6">
        <w:rPr>
          <w:szCs w:val="24"/>
        </w:rPr>
        <w:t xml:space="preserve">Задание  на производственную   практику </w:t>
      </w:r>
      <w:r w:rsidRPr="008852E6">
        <w:rPr>
          <w:bCs/>
          <w:szCs w:val="24"/>
        </w:rPr>
        <w:t>по профилю специальности</w:t>
      </w:r>
    </w:p>
    <w:p w:rsidR="00EA309C" w:rsidRPr="008852E6" w:rsidRDefault="00EA309C" w:rsidP="00992529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</w:rPr>
      </w:pPr>
      <w:r w:rsidRPr="008852E6">
        <w:rPr>
          <w:rFonts w:ascii="Times New Roman" w:hAnsi="Times New Roman"/>
          <w:b/>
          <w:bCs/>
          <w:spacing w:val="-1"/>
        </w:rPr>
        <w:t>«Монтаж и эксплуатация внутренних санитарно-технических устройств и вентиляции»</w:t>
      </w:r>
    </w:p>
    <w:p w:rsidR="00EA309C" w:rsidRPr="008852E6" w:rsidRDefault="00EA309C" w:rsidP="00992529">
      <w:pPr>
        <w:widowControl w:val="0"/>
        <w:autoSpaceDE w:val="0"/>
        <w:autoSpaceDN w:val="0"/>
        <w:adjustRightInd w:val="0"/>
        <w:ind w:firstLine="374"/>
        <w:jc w:val="both"/>
        <w:rPr>
          <w:rFonts w:ascii="Times New Roman" w:hAnsi="Times New Roman"/>
          <w:b/>
          <w:sz w:val="20"/>
          <w:szCs w:val="20"/>
        </w:rPr>
      </w:pPr>
    </w:p>
    <w:p w:rsidR="00EA309C" w:rsidRPr="008852E6" w:rsidRDefault="00EA309C" w:rsidP="00992529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sz w:val="20"/>
          <w:szCs w:val="20"/>
        </w:rPr>
        <w:t>Студенту  ________________________</w:t>
      </w:r>
    </w:p>
    <w:p w:rsidR="00EA309C" w:rsidRPr="008852E6" w:rsidRDefault="00EA309C" w:rsidP="00992529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spacing w:val="-4"/>
          <w:sz w:val="20"/>
          <w:szCs w:val="20"/>
        </w:rPr>
        <w:t>_______группы.</w:t>
      </w:r>
    </w:p>
    <w:p w:rsidR="00EA309C" w:rsidRPr="008852E6" w:rsidRDefault="00EA309C" w:rsidP="00992529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spacing w:val="1"/>
          <w:sz w:val="20"/>
          <w:szCs w:val="20"/>
        </w:rPr>
        <w:t xml:space="preserve">Начало практики      </w:t>
      </w:r>
      <w:r w:rsidRPr="008852E6">
        <w:rPr>
          <w:rFonts w:ascii="Times New Roman" w:hAnsi="Times New Roman"/>
          <w:sz w:val="20"/>
          <w:szCs w:val="20"/>
        </w:rPr>
        <w:t xml:space="preserve">________________         </w:t>
      </w:r>
    </w:p>
    <w:p w:rsidR="00EA309C" w:rsidRPr="008852E6" w:rsidRDefault="00EA309C" w:rsidP="00992529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pacing w:val="1"/>
          <w:sz w:val="20"/>
          <w:szCs w:val="20"/>
        </w:rPr>
      </w:pPr>
      <w:r w:rsidRPr="008852E6">
        <w:rPr>
          <w:rFonts w:ascii="Times New Roman" w:hAnsi="Times New Roman"/>
          <w:spacing w:val="1"/>
          <w:sz w:val="20"/>
          <w:szCs w:val="20"/>
        </w:rPr>
        <w:t>Окончание практики________________</w:t>
      </w:r>
    </w:p>
    <w:p w:rsidR="00EA309C" w:rsidRPr="008852E6" w:rsidRDefault="00EA309C" w:rsidP="00992529">
      <w:pPr>
        <w:widowControl w:val="0"/>
        <w:shd w:val="clear" w:color="auto" w:fill="FFFFFF"/>
        <w:tabs>
          <w:tab w:val="left" w:leader="underscore" w:pos="3053"/>
        </w:tabs>
        <w:autoSpaceDE w:val="0"/>
        <w:autoSpaceDN w:val="0"/>
        <w:adjustRightInd w:val="0"/>
        <w:spacing w:line="274" w:lineRule="exact"/>
        <w:ind w:right="-68" w:firstLine="374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</w:p>
    <w:p w:rsidR="00EA309C" w:rsidRPr="008852E6" w:rsidRDefault="00EA309C" w:rsidP="00992529">
      <w:pPr>
        <w:shd w:val="clear" w:color="auto" w:fill="FFFFFF"/>
        <w:tabs>
          <w:tab w:val="left" w:leader="underscore" w:pos="3053"/>
        </w:tabs>
        <w:spacing w:line="274" w:lineRule="exact"/>
        <w:ind w:right="-68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1"/>
          <w:sz w:val="20"/>
          <w:szCs w:val="20"/>
        </w:rPr>
        <w:t>Наименование организации: ____________________________________________________________________</w:t>
      </w:r>
      <w:r w:rsidRPr="008852E6">
        <w:rPr>
          <w:rFonts w:ascii="Times New Roman" w:hAnsi="Times New Roman"/>
          <w:color w:val="000000"/>
          <w:spacing w:val="1"/>
          <w:sz w:val="20"/>
          <w:szCs w:val="20"/>
        </w:rPr>
        <w:br/>
        <w:t>Адрес управления: ____________________________________________________________________________</w:t>
      </w:r>
    </w:p>
    <w:p w:rsidR="00EA309C" w:rsidRPr="008852E6" w:rsidRDefault="00EA309C" w:rsidP="00992529">
      <w:pPr>
        <w:shd w:val="clear" w:color="auto" w:fill="FFFFFF"/>
        <w:tabs>
          <w:tab w:val="left" w:leader="underscore" w:pos="3053"/>
        </w:tabs>
        <w:spacing w:line="274" w:lineRule="exact"/>
        <w:ind w:right="-68"/>
        <w:jc w:val="both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1"/>
          <w:sz w:val="20"/>
          <w:szCs w:val="20"/>
        </w:rPr>
        <w:t>Адрес управления, на котором проводится практика:  _______________________________________________</w:t>
      </w:r>
    </w:p>
    <w:p w:rsidR="00EA309C" w:rsidRPr="008852E6" w:rsidRDefault="00EA309C" w:rsidP="00992529">
      <w:pPr>
        <w:shd w:val="clear" w:color="auto" w:fill="FFFFFF"/>
        <w:tabs>
          <w:tab w:val="left" w:leader="underscore" w:pos="4618"/>
        </w:tabs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color w:val="000000"/>
          <w:sz w:val="20"/>
          <w:szCs w:val="20"/>
        </w:rPr>
        <w:t>Телефон производства:  _________________________________________________________</w:t>
      </w:r>
      <w:r w:rsidRPr="008852E6">
        <w:rPr>
          <w:rFonts w:ascii="Times New Roman" w:hAnsi="Times New Roman"/>
          <w:color w:val="000000"/>
          <w:sz w:val="20"/>
          <w:szCs w:val="20"/>
        </w:rPr>
        <w:tab/>
      </w:r>
    </w:p>
    <w:p w:rsidR="00EA309C" w:rsidRPr="008852E6" w:rsidRDefault="00EA309C" w:rsidP="00992529">
      <w:pPr>
        <w:shd w:val="clear" w:color="auto" w:fill="FFFFFF"/>
        <w:tabs>
          <w:tab w:val="left" w:leader="underscore" w:pos="8462"/>
        </w:tabs>
        <w:spacing w:line="274" w:lineRule="exact"/>
        <w:jc w:val="both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-1"/>
          <w:sz w:val="20"/>
          <w:szCs w:val="20"/>
        </w:rPr>
        <w:t>Ответственный руководитель по практике от колледжа:  _____________________________________________</w:t>
      </w:r>
    </w:p>
    <w:p w:rsidR="00EA309C" w:rsidRPr="008852E6" w:rsidRDefault="00EA309C" w:rsidP="00992529">
      <w:pPr>
        <w:widowControl w:val="0"/>
        <w:shd w:val="clear" w:color="auto" w:fill="FFFFFF"/>
        <w:tabs>
          <w:tab w:val="left" w:leader="underscore" w:pos="3053"/>
        </w:tabs>
        <w:autoSpaceDE w:val="0"/>
        <w:autoSpaceDN w:val="0"/>
        <w:adjustRightInd w:val="0"/>
        <w:spacing w:line="274" w:lineRule="exact"/>
        <w:ind w:right="-68"/>
        <w:jc w:val="both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2"/>
          <w:sz w:val="20"/>
          <w:szCs w:val="20"/>
        </w:rPr>
        <w:t>Телефон: ________________________</w:t>
      </w:r>
      <w:r w:rsidRPr="008852E6">
        <w:rPr>
          <w:rFonts w:ascii="Times New Roman" w:hAnsi="Times New Roman"/>
          <w:color w:val="000000"/>
          <w:sz w:val="20"/>
          <w:szCs w:val="20"/>
        </w:rPr>
        <w:tab/>
      </w:r>
    </w:p>
    <w:p w:rsidR="00EA309C" w:rsidRPr="008852E6" w:rsidRDefault="00EA309C" w:rsidP="00992529">
      <w:pPr>
        <w:ind w:firstLine="561"/>
        <w:jc w:val="both"/>
        <w:rPr>
          <w:rFonts w:ascii="Times New Roman" w:hAnsi="Times New Roman"/>
          <w:sz w:val="20"/>
          <w:szCs w:val="20"/>
        </w:rPr>
      </w:pPr>
    </w:p>
    <w:p w:rsidR="00EA309C" w:rsidRPr="008852E6" w:rsidRDefault="00EA309C" w:rsidP="00992529">
      <w:pPr>
        <w:ind w:firstLine="561"/>
        <w:jc w:val="both"/>
        <w:rPr>
          <w:rFonts w:ascii="Times New Roman" w:hAnsi="Times New Roman"/>
          <w:spacing w:val="4"/>
          <w:sz w:val="20"/>
          <w:szCs w:val="20"/>
        </w:rPr>
      </w:pPr>
      <w:r w:rsidRPr="008852E6">
        <w:rPr>
          <w:rFonts w:ascii="Times New Roman" w:hAnsi="Times New Roman"/>
          <w:sz w:val="20"/>
          <w:szCs w:val="20"/>
        </w:rPr>
        <w:t xml:space="preserve">В основу задания по производственной практике положена </w:t>
      </w:r>
      <w:r w:rsidRPr="008852E6">
        <w:rPr>
          <w:rFonts w:ascii="Times New Roman" w:hAnsi="Times New Roman"/>
          <w:spacing w:val="1"/>
          <w:sz w:val="20"/>
          <w:szCs w:val="20"/>
        </w:rPr>
        <w:t xml:space="preserve">программа по разрядно-технологической практике. </w:t>
      </w:r>
      <w:r w:rsidRPr="008852E6">
        <w:rPr>
          <w:rFonts w:ascii="Times New Roman" w:hAnsi="Times New Roman"/>
          <w:spacing w:val="4"/>
          <w:sz w:val="20"/>
          <w:szCs w:val="20"/>
        </w:rPr>
        <w:t xml:space="preserve">Во   время  практики  студент  должен вести  дневник-отчет о практике, записи в котором необходимо делать ежедневно. </w:t>
      </w:r>
    </w:p>
    <w:p w:rsidR="00EA309C" w:rsidRPr="008852E6" w:rsidRDefault="00EA309C" w:rsidP="00992529">
      <w:pPr>
        <w:ind w:firstLine="561"/>
        <w:jc w:val="both"/>
        <w:rPr>
          <w:rFonts w:ascii="Times New Roman" w:hAnsi="Times New Roman"/>
          <w:b/>
          <w:bCs/>
          <w:spacing w:val="4"/>
          <w:sz w:val="20"/>
          <w:szCs w:val="20"/>
        </w:rPr>
      </w:pPr>
      <w:r w:rsidRPr="008852E6">
        <w:rPr>
          <w:rFonts w:ascii="Times New Roman" w:hAnsi="Times New Roman"/>
          <w:b/>
          <w:bCs/>
          <w:spacing w:val="4"/>
          <w:sz w:val="20"/>
          <w:szCs w:val="20"/>
        </w:rPr>
        <w:t xml:space="preserve">Содержание дневника-отчета должно охватывать всю тематику программы практики: </w:t>
      </w:r>
    </w:p>
    <w:p w:rsidR="00EA309C" w:rsidRPr="008852E6" w:rsidRDefault="00EA309C" w:rsidP="00992529">
      <w:pPr>
        <w:numPr>
          <w:ilvl w:val="0"/>
          <w:numId w:val="3"/>
        </w:numPr>
        <w:tabs>
          <w:tab w:val="num" w:pos="360"/>
          <w:tab w:val="left" w:pos="935"/>
        </w:tabs>
        <w:spacing w:after="0" w:line="240" w:lineRule="auto"/>
        <w:ind w:left="0" w:firstLine="748"/>
        <w:jc w:val="both"/>
        <w:rPr>
          <w:rFonts w:ascii="Times New Roman" w:hAnsi="Times New Roman"/>
          <w:spacing w:val="1"/>
          <w:sz w:val="20"/>
          <w:szCs w:val="20"/>
        </w:rPr>
      </w:pPr>
      <w:r w:rsidRPr="008852E6">
        <w:rPr>
          <w:rFonts w:ascii="Times New Roman" w:hAnsi="Times New Roman"/>
          <w:spacing w:val="1"/>
          <w:sz w:val="20"/>
          <w:szCs w:val="20"/>
        </w:rPr>
        <w:t xml:space="preserve">краткая характеристика объекта практики; </w:t>
      </w:r>
    </w:p>
    <w:p w:rsidR="00EA309C" w:rsidRPr="008852E6" w:rsidRDefault="00EA309C" w:rsidP="00992529">
      <w:pPr>
        <w:numPr>
          <w:ilvl w:val="0"/>
          <w:numId w:val="3"/>
        </w:numPr>
        <w:tabs>
          <w:tab w:val="num" w:pos="360"/>
          <w:tab w:val="left" w:pos="935"/>
        </w:tabs>
        <w:spacing w:after="0" w:line="240" w:lineRule="auto"/>
        <w:ind w:left="0" w:firstLine="748"/>
        <w:jc w:val="both"/>
        <w:rPr>
          <w:rFonts w:ascii="Times New Roman" w:hAnsi="Times New Roman"/>
          <w:spacing w:val="1"/>
          <w:sz w:val="20"/>
          <w:szCs w:val="20"/>
        </w:rPr>
      </w:pPr>
      <w:r w:rsidRPr="008852E6">
        <w:rPr>
          <w:rFonts w:ascii="Times New Roman" w:hAnsi="Times New Roman"/>
          <w:spacing w:val="1"/>
          <w:sz w:val="20"/>
          <w:szCs w:val="20"/>
        </w:rPr>
        <w:t>организация труда в бригаде и на участке;</w:t>
      </w:r>
    </w:p>
    <w:p w:rsidR="00EA309C" w:rsidRPr="008852E6" w:rsidRDefault="00EA309C" w:rsidP="00992529">
      <w:pPr>
        <w:numPr>
          <w:ilvl w:val="0"/>
          <w:numId w:val="3"/>
        </w:numPr>
        <w:tabs>
          <w:tab w:val="num" w:pos="360"/>
          <w:tab w:val="left" w:pos="935"/>
        </w:tabs>
        <w:spacing w:after="0" w:line="240" w:lineRule="auto"/>
        <w:ind w:left="0" w:firstLine="748"/>
        <w:jc w:val="both"/>
        <w:rPr>
          <w:rFonts w:ascii="Times New Roman" w:hAnsi="Times New Roman"/>
          <w:spacing w:val="1"/>
          <w:sz w:val="20"/>
          <w:szCs w:val="20"/>
        </w:rPr>
      </w:pPr>
      <w:r w:rsidRPr="008852E6">
        <w:rPr>
          <w:rFonts w:ascii="Times New Roman" w:hAnsi="Times New Roman"/>
          <w:spacing w:val="1"/>
          <w:sz w:val="20"/>
          <w:szCs w:val="20"/>
        </w:rPr>
        <w:t>организация обеспечения бригад (участков) инструментом, заготовками и материалами, механизмами;</w:t>
      </w:r>
    </w:p>
    <w:p w:rsidR="00EA309C" w:rsidRPr="008852E6" w:rsidRDefault="00EA309C" w:rsidP="00992529">
      <w:pPr>
        <w:numPr>
          <w:ilvl w:val="0"/>
          <w:numId w:val="3"/>
        </w:numPr>
        <w:tabs>
          <w:tab w:val="num" w:pos="360"/>
          <w:tab w:val="left" w:pos="935"/>
        </w:tabs>
        <w:spacing w:after="0" w:line="240" w:lineRule="auto"/>
        <w:ind w:left="0" w:firstLine="748"/>
        <w:jc w:val="both"/>
        <w:rPr>
          <w:rFonts w:ascii="Times New Roman" w:hAnsi="Times New Roman"/>
          <w:spacing w:val="1"/>
          <w:sz w:val="20"/>
          <w:szCs w:val="20"/>
        </w:rPr>
      </w:pPr>
      <w:r w:rsidRPr="008852E6">
        <w:rPr>
          <w:rFonts w:ascii="Times New Roman" w:hAnsi="Times New Roman"/>
          <w:spacing w:val="1"/>
          <w:sz w:val="20"/>
          <w:szCs w:val="20"/>
        </w:rPr>
        <w:t>организация контроля качества работ;</w:t>
      </w:r>
    </w:p>
    <w:p w:rsidR="00EA309C" w:rsidRPr="008852E6" w:rsidRDefault="00EA309C" w:rsidP="00992529">
      <w:pPr>
        <w:numPr>
          <w:ilvl w:val="0"/>
          <w:numId w:val="3"/>
        </w:numPr>
        <w:tabs>
          <w:tab w:val="num" w:pos="360"/>
          <w:tab w:val="left" w:pos="935"/>
        </w:tabs>
        <w:spacing w:after="0" w:line="240" w:lineRule="auto"/>
        <w:ind w:left="0" w:firstLine="748"/>
        <w:jc w:val="both"/>
        <w:rPr>
          <w:rFonts w:ascii="Times New Roman" w:hAnsi="Times New Roman"/>
          <w:spacing w:val="1"/>
          <w:sz w:val="20"/>
          <w:szCs w:val="20"/>
        </w:rPr>
      </w:pPr>
      <w:r w:rsidRPr="008852E6">
        <w:rPr>
          <w:rFonts w:ascii="Times New Roman" w:hAnsi="Times New Roman"/>
          <w:spacing w:val="1"/>
          <w:sz w:val="20"/>
          <w:szCs w:val="20"/>
        </w:rPr>
        <w:t>охрана труда и техника безопасности на объекте практики;</w:t>
      </w:r>
    </w:p>
    <w:p w:rsidR="00EA309C" w:rsidRPr="008852E6" w:rsidRDefault="00EA309C" w:rsidP="00992529">
      <w:pPr>
        <w:numPr>
          <w:ilvl w:val="0"/>
          <w:numId w:val="3"/>
        </w:numPr>
        <w:tabs>
          <w:tab w:val="num" w:pos="360"/>
          <w:tab w:val="left" w:pos="935"/>
        </w:tabs>
        <w:spacing w:after="0" w:line="240" w:lineRule="auto"/>
        <w:ind w:left="0" w:firstLine="748"/>
        <w:jc w:val="both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sz w:val="20"/>
          <w:szCs w:val="20"/>
        </w:rPr>
        <w:t xml:space="preserve">полученные задания на прошедший рабочий день (от кого, в какой форме (устно, письменно), суть задания и срок выполнения,  стоимость этих работ); </w:t>
      </w:r>
    </w:p>
    <w:p w:rsidR="00EA309C" w:rsidRPr="008852E6" w:rsidRDefault="00EA309C" w:rsidP="00992529">
      <w:pPr>
        <w:numPr>
          <w:ilvl w:val="0"/>
          <w:numId w:val="3"/>
        </w:numPr>
        <w:tabs>
          <w:tab w:val="num" w:pos="360"/>
          <w:tab w:val="left" w:pos="935"/>
        </w:tabs>
        <w:spacing w:after="0" w:line="240" w:lineRule="auto"/>
        <w:ind w:left="0" w:firstLine="748"/>
        <w:jc w:val="both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sz w:val="20"/>
          <w:szCs w:val="20"/>
        </w:rPr>
        <w:t xml:space="preserve">новые навыки, полученные  в ходе выполнения работ (освоил навыки по установке (выполнению)  конкретного вида действий (работ) и др.); </w:t>
      </w:r>
    </w:p>
    <w:p w:rsidR="00EA309C" w:rsidRPr="008852E6" w:rsidRDefault="00EA309C" w:rsidP="00992529">
      <w:pPr>
        <w:numPr>
          <w:ilvl w:val="0"/>
          <w:numId w:val="3"/>
        </w:numPr>
        <w:tabs>
          <w:tab w:val="num" w:pos="360"/>
          <w:tab w:val="left" w:pos="935"/>
        </w:tabs>
        <w:spacing w:after="0" w:line="240" w:lineRule="auto"/>
        <w:ind w:left="0" w:firstLine="748"/>
        <w:jc w:val="both"/>
        <w:rPr>
          <w:rFonts w:ascii="Times New Roman" w:hAnsi="Times New Roman"/>
          <w:b/>
          <w:bCs/>
          <w:sz w:val="20"/>
          <w:szCs w:val="20"/>
        </w:rPr>
      </w:pPr>
      <w:r w:rsidRPr="008852E6">
        <w:rPr>
          <w:rFonts w:ascii="Times New Roman" w:hAnsi="Times New Roman"/>
          <w:b/>
          <w:bCs/>
          <w:sz w:val="20"/>
          <w:szCs w:val="20"/>
        </w:rPr>
        <w:t xml:space="preserve">действия мастера:  </w:t>
      </w:r>
    </w:p>
    <w:p w:rsidR="00EA309C" w:rsidRPr="008852E6" w:rsidRDefault="00EA309C" w:rsidP="00992529">
      <w:pPr>
        <w:numPr>
          <w:ilvl w:val="0"/>
          <w:numId w:val="4"/>
        </w:numPr>
        <w:tabs>
          <w:tab w:val="left" w:pos="1122"/>
        </w:tabs>
        <w:spacing w:after="0" w:line="240" w:lineRule="auto"/>
        <w:ind w:left="0" w:firstLine="921"/>
        <w:jc w:val="both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sz w:val="20"/>
          <w:szCs w:val="20"/>
        </w:rPr>
        <w:t xml:space="preserve">при выдаче задания (собрал всю бригаду или задание получали индивидуально письменно или устно); </w:t>
      </w:r>
    </w:p>
    <w:p w:rsidR="00EA309C" w:rsidRPr="008852E6" w:rsidRDefault="00EA309C" w:rsidP="00992529">
      <w:pPr>
        <w:numPr>
          <w:ilvl w:val="0"/>
          <w:numId w:val="4"/>
        </w:numPr>
        <w:tabs>
          <w:tab w:val="left" w:pos="1122"/>
        </w:tabs>
        <w:spacing w:after="0" w:line="240" w:lineRule="auto"/>
        <w:ind w:left="0" w:firstLine="921"/>
        <w:jc w:val="both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sz w:val="20"/>
          <w:szCs w:val="20"/>
        </w:rPr>
        <w:t xml:space="preserve">при приемке выполненных заданий рабочими (объявил результат (качество и стоимость работ) и объем работ или ничего не сказал о приеме работ); </w:t>
      </w:r>
    </w:p>
    <w:p w:rsidR="00EA309C" w:rsidRPr="008852E6" w:rsidRDefault="00EA309C" w:rsidP="00992529">
      <w:pPr>
        <w:numPr>
          <w:ilvl w:val="0"/>
          <w:numId w:val="4"/>
        </w:numPr>
        <w:tabs>
          <w:tab w:val="left" w:pos="1122"/>
        </w:tabs>
        <w:spacing w:after="0" w:line="240" w:lineRule="auto"/>
        <w:ind w:left="0" w:firstLine="921"/>
        <w:jc w:val="both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sz w:val="20"/>
          <w:szCs w:val="20"/>
        </w:rPr>
        <w:t xml:space="preserve">при невыполнении задания рабочим (собрал всю бригаду или объявил лично рабочему, произвел разбор ситуации, почему рабочий не выполнил задание и др.);  </w:t>
      </w:r>
    </w:p>
    <w:p w:rsidR="00EA309C" w:rsidRPr="008852E6" w:rsidRDefault="00EA309C" w:rsidP="00992529">
      <w:pPr>
        <w:numPr>
          <w:ilvl w:val="0"/>
          <w:numId w:val="4"/>
        </w:numPr>
        <w:tabs>
          <w:tab w:val="left" w:pos="1122"/>
        </w:tabs>
        <w:spacing w:after="0" w:line="240" w:lineRule="auto"/>
        <w:ind w:left="0" w:firstLine="921"/>
        <w:jc w:val="both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sz w:val="20"/>
          <w:szCs w:val="20"/>
        </w:rPr>
        <w:t>формы и методы наказания, поощрения, применяемые мастером к своим подчиненным (объявил выговор, замечание, не допустил к работам, отметил качество работы и др.).</w:t>
      </w:r>
    </w:p>
    <w:p w:rsidR="00EA309C" w:rsidRPr="008852E6" w:rsidRDefault="00EA309C" w:rsidP="00992529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374"/>
        <w:jc w:val="both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3"/>
          <w:sz w:val="20"/>
          <w:szCs w:val="20"/>
        </w:rPr>
        <w:t xml:space="preserve">Соответствие    изложенных    ответов    подтверждается    руководителем  практики   на </w:t>
      </w:r>
      <w:r w:rsidRPr="008852E6">
        <w:rPr>
          <w:rFonts w:ascii="Times New Roman" w:hAnsi="Times New Roman"/>
          <w:color w:val="000000"/>
          <w:sz w:val="20"/>
          <w:szCs w:val="20"/>
        </w:rPr>
        <w:t>производстве.</w:t>
      </w:r>
    </w:p>
    <w:p w:rsidR="00EA309C" w:rsidRPr="008852E6" w:rsidRDefault="00EA309C" w:rsidP="00992529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374"/>
        <w:jc w:val="both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5"/>
          <w:sz w:val="20"/>
          <w:szCs w:val="20"/>
        </w:rPr>
        <w:t xml:space="preserve">Руководитель практики  от  колледжа  проверяет  содержание  записей  о  проделанной </w:t>
      </w:r>
      <w:r w:rsidRPr="008852E6">
        <w:rPr>
          <w:rFonts w:ascii="Times New Roman" w:hAnsi="Times New Roman"/>
          <w:color w:val="000000"/>
          <w:spacing w:val="1"/>
          <w:sz w:val="20"/>
          <w:szCs w:val="20"/>
        </w:rPr>
        <w:t>работе, оценивает правильность и своевременность этих записей.</w:t>
      </w:r>
    </w:p>
    <w:p w:rsidR="00EA309C" w:rsidRPr="008852E6" w:rsidRDefault="00EA309C" w:rsidP="00992529">
      <w:pPr>
        <w:pStyle w:val="BodyText"/>
        <w:ind w:firstLine="374"/>
        <w:rPr>
          <w:sz w:val="20"/>
          <w:szCs w:val="20"/>
        </w:rPr>
      </w:pPr>
      <w:r w:rsidRPr="008852E6">
        <w:rPr>
          <w:sz w:val="20"/>
          <w:szCs w:val="20"/>
        </w:rPr>
        <w:t>Студент по окончании практики представляет руководителю практики-преподавателю колледжа следующие документы:</w:t>
      </w:r>
    </w:p>
    <w:p w:rsidR="00EA309C" w:rsidRPr="008852E6" w:rsidRDefault="00EA309C" w:rsidP="0099252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374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10"/>
          <w:sz w:val="20"/>
          <w:szCs w:val="20"/>
        </w:rPr>
        <w:t>приказ о приеме и увольнении с предприятия,</w:t>
      </w:r>
    </w:p>
    <w:p w:rsidR="00EA309C" w:rsidRPr="008852E6" w:rsidRDefault="00EA309C" w:rsidP="0099252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374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10"/>
          <w:sz w:val="20"/>
          <w:szCs w:val="20"/>
        </w:rPr>
        <w:t>табель учета рабочего времени за время практики,</w:t>
      </w:r>
    </w:p>
    <w:p w:rsidR="00EA309C" w:rsidRPr="008852E6" w:rsidRDefault="00EA309C" w:rsidP="0099252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374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10"/>
          <w:sz w:val="20"/>
          <w:szCs w:val="20"/>
        </w:rPr>
        <w:t>характеристику с предприятия,</w:t>
      </w:r>
    </w:p>
    <w:p w:rsidR="00EA309C" w:rsidRPr="008852E6" w:rsidRDefault="00EA309C" w:rsidP="0099252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374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10"/>
          <w:sz w:val="20"/>
          <w:szCs w:val="20"/>
        </w:rPr>
        <w:t>дневник-отчет по практике.</w:t>
      </w:r>
    </w:p>
    <w:p w:rsidR="00EA309C" w:rsidRPr="008852E6" w:rsidRDefault="00EA309C" w:rsidP="00992529">
      <w:pPr>
        <w:pStyle w:val="BodyText"/>
        <w:ind w:firstLine="374"/>
        <w:rPr>
          <w:sz w:val="20"/>
          <w:szCs w:val="20"/>
        </w:rPr>
      </w:pPr>
      <w:r w:rsidRPr="008852E6">
        <w:rPr>
          <w:sz w:val="20"/>
          <w:szCs w:val="20"/>
        </w:rPr>
        <w:t>Все документы должны быть заверены печатью организации и подписаны руководителем практики на объекте.</w:t>
      </w:r>
    </w:p>
    <w:p w:rsidR="00EA309C" w:rsidRPr="008852E6" w:rsidRDefault="00EA309C" w:rsidP="00992529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374"/>
        <w:jc w:val="both"/>
        <w:rPr>
          <w:rFonts w:ascii="Times New Roman" w:hAnsi="Times New Roman"/>
          <w:b/>
          <w:color w:val="000000"/>
          <w:spacing w:val="1"/>
          <w:sz w:val="20"/>
          <w:szCs w:val="20"/>
        </w:rPr>
      </w:pPr>
      <w:r w:rsidRPr="008852E6">
        <w:rPr>
          <w:rFonts w:ascii="Times New Roman" w:hAnsi="Times New Roman"/>
          <w:b/>
          <w:color w:val="000000"/>
          <w:spacing w:val="1"/>
          <w:sz w:val="20"/>
          <w:szCs w:val="20"/>
        </w:rPr>
        <w:t>За период практики  студент должен:</w:t>
      </w:r>
    </w:p>
    <w:p w:rsidR="00EA309C" w:rsidRPr="008852E6" w:rsidRDefault="00EA309C" w:rsidP="0099252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-1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-1"/>
          <w:sz w:val="20"/>
          <w:szCs w:val="20"/>
        </w:rPr>
        <w:t xml:space="preserve">Ознакомиться  с объектом практики,  </w:t>
      </w:r>
    </w:p>
    <w:p w:rsidR="00EA309C" w:rsidRPr="008852E6" w:rsidRDefault="00EA309C" w:rsidP="0099252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-1"/>
          <w:sz w:val="20"/>
          <w:szCs w:val="20"/>
        </w:rPr>
        <w:t>Получить вводный  инструк</w:t>
      </w:r>
      <w:r w:rsidRPr="008852E6">
        <w:rPr>
          <w:rFonts w:ascii="Times New Roman" w:hAnsi="Times New Roman"/>
          <w:color w:val="000000"/>
          <w:spacing w:val="-1"/>
          <w:sz w:val="20"/>
          <w:szCs w:val="20"/>
        </w:rPr>
        <w:softHyphen/>
      </w:r>
      <w:r w:rsidRPr="008852E6">
        <w:rPr>
          <w:rFonts w:ascii="Times New Roman" w:hAnsi="Times New Roman"/>
          <w:color w:val="000000"/>
          <w:spacing w:val="4"/>
          <w:sz w:val="20"/>
          <w:szCs w:val="20"/>
        </w:rPr>
        <w:t xml:space="preserve">таж и инструктаж на рабочем месте  под роспись по технике безопасности. </w:t>
      </w:r>
    </w:p>
    <w:p w:rsidR="00EA309C" w:rsidRPr="008852E6" w:rsidRDefault="00EA309C" w:rsidP="0099252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4"/>
          <w:sz w:val="20"/>
          <w:szCs w:val="20"/>
        </w:rPr>
        <w:t>Ознакомиться с порядком прохождения инструктажа  по охране труда, производственной санитарии и пожарной безопасности на рабочем месте.</w:t>
      </w:r>
    </w:p>
    <w:p w:rsidR="00EA309C" w:rsidRPr="008852E6" w:rsidRDefault="00EA309C" w:rsidP="0099252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4"/>
          <w:sz w:val="20"/>
          <w:szCs w:val="20"/>
        </w:rPr>
        <w:t>Ознакомиться с организационной структурой и технической оснащенностью на объекте практики.</w:t>
      </w:r>
    </w:p>
    <w:p w:rsidR="00EA309C" w:rsidRPr="008852E6" w:rsidRDefault="00EA309C" w:rsidP="0099252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4"/>
          <w:sz w:val="20"/>
          <w:szCs w:val="20"/>
        </w:rPr>
        <w:t>Ознакомиться с организацией приемки, складирования и хранения материалов, оборудования.</w:t>
      </w:r>
    </w:p>
    <w:p w:rsidR="00EA309C" w:rsidRPr="008852E6" w:rsidRDefault="00EA309C" w:rsidP="0099252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4"/>
          <w:sz w:val="20"/>
          <w:szCs w:val="20"/>
        </w:rPr>
        <w:t>Изучить функциональные обязанности  слесаря-сантехника, бригадира, мастера (техника) на объекте.</w:t>
      </w:r>
    </w:p>
    <w:p w:rsidR="00EA309C" w:rsidRPr="008852E6" w:rsidRDefault="00EA309C" w:rsidP="0099252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4"/>
          <w:sz w:val="20"/>
          <w:szCs w:val="20"/>
        </w:rPr>
        <w:t>Изучить инструкции по технике безопасности и пожарной безопасности на предприятии.</w:t>
      </w:r>
    </w:p>
    <w:p w:rsidR="00EA309C" w:rsidRPr="008852E6" w:rsidRDefault="00EA309C" w:rsidP="0099252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360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4"/>
          <w:sz w:val="20"/>
          <w:szCs w:val="20"/>
        </w:rPr>
        <w:t>Освоить практические навыки   работ</w:t>
      </w:r>
      <w:r w:rsidRPr="008852E6">
        <w:rPr>
          <w:rFonts w:ascii="Times New Roman" w:hAnsi="Times New Roman"/>
          <w:color w:val="000000"/>
          <w:spacing w:val="10"/>
          <w:sz w:val="20"/>
          <w:szCs w:val="20"/>
        </w:rPr>
        <w:t xml:space="preserve"> при монтаже и ремонте систем вентиляции, центрального отопления, водоснабжения, канализации и газоснабжения</w:t>
      </w:r>
      <w:r w:rsidRPr="008852E6">
        <w:rPr>
          <w:rFonts w:ascii="Times New Roman" w:hAnsi="Times New Roman"/>
          <w:color w:val="000000"/>
          <w:spacing w:val="4"/>
          <w:sz w:val="20"/>
          <w:szCs w:val="20"/>
        </w:rPr>
        <w:t>.</w:t>
      </w:r>
    </w:p>
    <w:p w:rsidR="00EA309C" w:rsidRPr="008852E6" w:rsidRDefault="00EA309C" w:rsidP="0099252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8852E6">
        <w:rPr>
          <w:rFonts w:ascii="Times New Roman" w:hAnsi="Times New Roman"/>
          <w:color w:val="000000"/>
          <w:spacing w:val="4"/>
          <w:sz w:val="20"/>
          <w:szCs w:val="20"/>
        </w:rPr>
        <w:t xml:space="preserve">Оформить дневник  по практике. </w:t>
      </w:r>
    </w:p>
    <w:p w:rsidR="00EA309C" w:rsidRPr="008852E6" w:rsidRDefault="00EA309C" w:rsidP="00992529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374"/>
        <w:jc w:val="both"/>
        <w:rPr>
          <w:rFonts w:ascii="Times New Roman" w:hAnsi="Times New Roman"/>
          <w:b/>
          <w:bCs/>
          <w:color w:val="000000"/>
          <w:spacing w:val="10"/>
          <w:sz w:val="20"/>
          <w:szCs w:val="20"/>
        </w:rPr>
      </w:pPr>
    </w:p>
    <w:p w:rsidR="00EA309C" w:rsidRPr="008852E6" w:rsidRDefault="00EA309C" w:rsidP="00992529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374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</w:p>
    <w:p w:rsidR="00EA309C" w:rsidRPr="008852E6" w:rsidRDefault="00EA309C" w:rsidP="00992529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374"/>
        <w:jc w:val="both"/>
        <w:rPr>
          <w:rFonts w:ascii="Times New Roman" w:hAnsi="Times New Roman"/>
          <w:color w:val="000000"/>
          <w:spacing w:val="10"/>
          <w:sz w:val="20"/>
          <w:szCs w:val="20"/>
        </w:rPr>
      </w:pPr>
    </w:p>
    <w:p w:rsidR="00EA309C" w:rsidRPr="008852E6" w:rsidRDefault="00EA309C" w:rsidP="00992529">
      <w:pPr>
        <w:widowControl w:val="0"/>
        <w:autoSpaceDE w:val="0"/>
        <w:autoSpaceDN w:val="0"/>
        <w:adjustRightInd w:val="0"/>
        <w:ind w:left="1647"/>
        <w:rPr>
          <w:rFonts w:ascii="Times New Roman" w:hAnsi="Times New Roman"/>
          <w:color w:val="000000"/>
          <w:spacing w:val="4"/>
          <w:sz w:val="20"/>
          <w:szCs w:val="20"/>
        </w:rPr>
      </w:pPr>
    </w:p>
    <w:p w:rsidR="00EA309C" w:rsidRPr="008852E6" w:rsidRDefault="00EA309C" w:rsidP="00992529">
      <w:pPr>
        <w:widowControl w:val="0"/>
        <w:autoSpaceDE w:val="0"/>
        <w:autoSpaceDN w:val="0"/>
        <w:adjustRightInd w:val="0"/>
        <w:ind w:left="1647"/>
        <w:rPr>
          <w:rFonts w:ascii="Times New Roman" w:hAnsi="Times New Roman"/>
          <w:color w:val="000000"/>
          <w:spacing w:val="4"/>
          <w:sz w:val="20"/>
          <w:szCs w:val="20"/>
        </w:rPr>
      </w:pPr>
    </w:p>
    <w:p w:rsidR="00EA309C" w:rsidRPr="008852E6" w:rsidRDefault="00EA309C" w:rsidP="00992529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sz w:val="20"/>
          <w:szCs w:val="20"/>
        </w:rPr>
        <w:t xml:space="preserve">Задание выдал </w:t>
      </w:r>
    </w:p>
    <w:p w:rsidR="00EA309C" w:rsidRPr="008852E6" w:rsidRDefault="00EA309C" w:rsidP="00992529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sz w:val="20"/>
          <w:szCs w:val="20"/>
        </w:rPr>
        <w:t>Руководитель</w:t>
      </w:r>
      <w:r w:rsidRPr="008852E6">
        <w:rPr>
          <w:rFonts w:ascii="Times New Roman" w:hAnsi="Times New Roman"/>
          <w:sz w:val="20"/>
          <w:szCs w:val="20"/>
        </w:rPr>
        <w:tab/>
        <w:t>практики                                                                   _____________________          _________________</w:t>
      </w:r>
    </w:p>
    <w:p w:rsidR="00EA309C" w:rsidRPr="008852E6" w:rsidRDefault="00EA309C" w:rsidP="00992529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8852E6">
        <w:rPr>
          <w:rFonts w:ascii="Times New Roman" w:hAnsi="Times New Roman"/>
          <w:spacing w:val="-4"/>
          <w:sz w:val="20"/>
          <w:szCs w:val="20"/>
        </w:rPr>
        <w:t>« _____  » _________________</w:t>
      </w:r>
      <w:r w:rsidRPr="008852E6">
        <w:rPr>
          <w:rFonts w:ascii="Times New Roman" w:hAnsi="Times New Roman"/>
          <w:sz w:val="20"/>
          <w:szCs w:val="20"/>
        </w:rPr>
        <w:tab/>
      </w:r>
      <w:r w:rsidRPr="008852E6">
        <w:rPr>
          <w:rFonts w:ascii="Times New Roman" w:hAnsi="Times New Roman"/>
          <w:spacing w:val="6"/>
          <w:sz w:val="20"/>
          <w:szCs w:val="20"/>
        </w:rPr>
        <w:t>20___  г.</w:t>
      </w:r>
    </w:p>
    <w:p w:rsidR="00EA309C" w:rsidRPr="008852E6" w:rsidRDefault="00EA309C" w:rsidP="0099252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EA309C" w:rsidRPr="008852E6" w:rsidRDefault="00EA309C" w:rsidP="00992529">
      <w:pPr>
        <w:pStyle w:val="Title"/>
        <w:rPr>
          <w:sz w:val="20"/>
        </w:rPr>
      </w:pPr>
    </w:p>
    <w:p w:rsidR="00EA309C" w:rsidRPr="008852E6" w:rsidRDefault="00EA309C" w:rsidP="00992529">
      <w:pPr>
        <w:pStyle w:val="Title"/>
        <w:rPr>
          <w:sz w:val="20"/>
        </w:rPr>
      </w:pPr>
    </w:p>
    <w:p w:rsidR="00EA309C" w:rsidRPr="008852E6" w:rsidRDefault="00EA309C" w:rsidP="00992529">
      <w:pPr>
        <w:pStyle w:val="Title"/>
        <w:rPr>
          <w:sz w:val="20"/>
        </w:rPr>
      </w:pPr>
    </w:p>
    <w:p w:rsidR="00EA309C" w:rsidRPr="008852E6" w:rsidRDefault="00EA309C" w:rsidP="00992529">
      <w:pPr>
        <w:pStyle w:val="Title"/>
        <w:rPr>
          <w:sz w:val="20"/>
        </w:rPr>
      </w:pPr>
    </w:p>
    <w:p w:rsidR="00EA309C" w:rsidRPr="008852E6" w:rsidRDefault="00EA309C" w:rsidP="00992529">
      <w:pPr>
        <w:pStyle w:val="Title"/>
        <w:rPr>
          <w:sz w:val="20"/>
        </w:rPr>
      </w:pPr>
    </w:p>
    <w:p w:rsidR="00EA309C" w:rsidRPr="008852E6" w:rsidRDefault="00EA309C">
      <w:pPr>
        <w:rPr>
          <w:rFonts w:ascii="Times New Roman" w:hAnsi="Times New Roman"/>
        </w:rPr>
      </w:pPr>
    </w:p>
    <w:sectPr w:rsidR="00EA309C" w:rsidRPr="008852E6" w:rsidSect="00BA7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870A2"/>
    <w:multiLevelType w:val="hybridMultilevel"/>
    <w:tmpl w:val="A68613E0"/>
    <w:lvl w:ilvl="0" w:tplc="F828CF90">
      <w:start w:val="1"/>
      <w:numFmt w:val="bullet"/>
      <w:lvlText w:val=""/>
      <w:lvlJc w:val="left"/>
      <w:pPr>
        <w:tabs>
          <w:tab w:val="num" w:pos="1281"/>
        </w:tabs>
        <w:ind w:left="1281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1"/>
        </w:tabs>
        <w:ind w:left="2001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">
    <w:nsid w:val="3A7D7D99"/>
    <w:multiLevelType w:val="hybridMultilevel"/>
    <w:tmpl w:val="377ABB3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0B14B45"/>
    <w:multiLevelType w:val="hybridMultilevel"/>
    <w:tmpl w:val="6BCA9086"/>
    <w:lvl w:ilvl="0" w:tplc="67E2A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9997DC7"/>
    <w:multiLevelType w:val="hybridMultilevel"/>
    <w:tmpl w:val="452658AA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1"/>
        </w:tabs>
        <w:ind w:left="2001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2529"/>
    <w:rsid w:val="00135564"/>
    <w:rsid w:val="00184F7D"/>
    <w:rsid w:val="002407D9"/>
    <w:rsid w:val="00530463"/>
    <w:rsid w:val="008852E6"/>
    <w:rsid w:val="00992529"/>
    <w:rsid w:val="009F01F7"/>
    <w:rsid w:val="00BA7E5A"/>
    <w:rsid w:val="00C41BF0"/>
    <w:rsid w:val="00EA3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E5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992529"/>
    <w:pPr>
      <w:keepNext/>
      <w:widowControl w:val="0"/>
      <w:snapToGrid w:val="0"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92529"/>
    <w:pPr>
      <w:keepNext/>
      <w:widowControl w:val="0"/>
      <w:autoSpaceDE w:val="0"/>
      <w:autoSpaceDN w:val="0"/>
      <w:adjustRightInd w:val="0"/>
      <w:spacing w:after="0" w:line="240" w:lineRule="auto"/>
      <w:ind w:firstLine="374"/>
      <w:jc w:val="center"/>
      <w:outlineLvl w:val="1"/>
    </w:pPr>
    <w:rPr>
      <w:rFonts w:ascii="Times New Roman" w:hAnsi="Times New Roman"/>
      <w:b/>
      <w:sz w:val="24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2529"/>
    <w:rPr>
      <w:rFonts w:ascii="Times New Roman" w:hAnsi="Times New Roman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92529"/>
    <w:rPr>
      <w:rFonts w:ascii="Times New Roman" w:hAnsi="Times New Roman" w:cs="Times New Roman"/>
      <w:b/>
      <w:sz w:val="32"/>
      <w:szCs w:val="32"/>
    </w:rPr>
  </w:style>
  <w:style w:type="paragraph" w:styleId="Title">
    <w:name w:val="Title"/>
    <w:basedOn w:val="Normal"/>
    <w:link w:val="TitleChar"/>
    <w:uiPriority w:val="99"/>
    <w:qFormat/>
    <w:rsid w:val="00992529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992529"/>
    <w:rPr>
      <w:rFonts w:ascii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992529"/>
    <w:pPr>
      <w:widowControl w:val="0"/>
      <w:shd w:val="clear" w:color="auto" w:fill="FFFFFF"/>
      <w:autoSpaceDE w:val="0"/>
      <w:autoSpaceDN w:val="0"/>
      <w:adjustRightInd w:val="0"/>
      <w:spacing w:after="0" w:line="274" w:lineRule="atLeast"/>
      <w:jc w:val="both"/>
    </w:pPr>
    <w:rPr>
      <w:rFonts w:ascii="Times New Roman" w:hAnsi="Times New Roman"/>
      <w:b/>
      <w:bCs/>
      <w:color w:val="000000"/>
      <w:spacing w:val="1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92529"/>
    <w:rPr>
      <w:rFonts w:ascii="Times New Roman" w:hAnsi="Times New Roman" w:cs="Times New Roman"/>
      <w:b/>
      <w:bCs/>
      <w:color w:val="000000"/>
      <w:spacing w:val="10"/>
      <w:sz w:val="24"/>
      <w:szCs w:val="2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590</Words>
  <Characters>3366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Boykov</cp:lastModifiedBy>
  <cp:revision>3</cp:revision>
  <dcterms:created xsi:type="dcterms:W3CDTF">2012-05-24T15:48:00Z</dcterms:created>
  <dcterms:modified xsi:type="dcterms:W3CDTF">2012-05-30T11:38:00Z</dcterms:modified>
</cp:coreProperties>
</file>